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5386"/>
        <w:gridCol w:w="425"/>
        <w:gridCol w:w="3969"/>
      </w:tblGrid>
      <w:tr w:rsidR="00C6765F" w:rsidRPr="000A63AF" w14:paraId="0E33E6A3" w14:textId="77777777" w:rsidTr="00F04FE3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5386" w:type="dxa"/>
            <w:tcBorders>
              <w:left w:val="nil"/>
            </w:tcBorders>
          </w:tcPr>
          <w:p w14:paraId="725C6D11" w14:textId="77777777" w:rsidR="004209BA" w:rsidRDefault="0090585D" w:rsidP="004209BA">
            <w:pPr>
              <w:spacing w:before="120"/>
              <w:rPr>
                <w:rFonts w:ascii="Century Gothic" w:hAnsi="Century Gothic" w:cs="Tahoma"/>
              </w:rPr>
            </w:pPr>
            <w:r w:rsidRPr="004209BA">
              <w:rPr>
                <w:rFonts w:ascii="Century Gothic" w:hAnsi="Century Gothic" w:cs="Tahoma"/>
              </w:rPr>
              <w:t xml:space="preserve">A drawing uses a scale of 1:500.  </w:t>
            </w:r>
          </w:p>
          <w:p w14:paraId="543BE07C" w14:textId="62B26F15" w:rsidR="00C6765F" w:rsidRPr="004209BA" w:rsidRDefault="004209BA" w:rsidP="004209BA">
            <w:pPr>
              <w:spacing w:before="120"/>
              <w:rPr>
                <w:rFonts w:ascii="Century Gothic" w:hAnsi="Century Gothic" w:cs="Tahoma"/>
              </w:rPr>
            </w:pPr>
            <w:r w:rsidRPr="004209BA">
              <w:rPr>
                <w:rFonts w:ascii="Century Gothic" w:hAnsi="Century Gothic" w:cs="Tahoma"/>
              </w:rPr>
              <w:t>How long would a length of 5cm on the drawing be in real life?</w:t>
            </w:r>
          </w:p>
        </w:tc>
        <w:tc>
          <w:tcPr>
            <w:tcW w:w="425" w:type="dxa"/>
            <w:tcBorders>
              <w:right w:val="nil"/>
            </w:tcBorders>
          </w:tcPr>
          <w:p w14:paraId="181FE9F0" w14:textId="77777777" w:rsidR="00C6765F" w:rsidRPr="005D37DE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2)</w:t>
            </w:r>
          </w:p>
        </w:tc>
        <w:tc>
          <w:tcPr>
            <w:tcW w:w="3969" w:type="dxa"/>
            <w:tcBorders>
              <w:left w:val="nil"/>
            </w:tcBorders>
          </w:tcPr>
          <w:p w14:paraId="1B5E5D74" w14:textId="1DE6A93D" w:rsidR="00C6765F" w:rsidRPr="005D37DE" w:rsidRDefault="00EA0CA1" w:rsidP="005D37DE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5D37DE">
              <w:rPr>
                <w:rFonts w:ascii="Century Gothic" w:hAnsi="Century Gothic" w:cs="Tahoma"/>
              </w:rPr>
              <w:t xml:space="preserve">What is </w:t>
            </w:r>
            <w:r w:rsidR="000E0697">
              <w:rPr>
                <w:rFonts w:ascii="Century Gothic" w:hAnsi="Century Gothic" w:cs="Tahoma"/>
              </w:rPr>
              <w:t>3</w:t>
            </w:r>
            <w:r w:rsidRPr="005D37DE">
              <w:rPr>
                <w:rFonts w:ascii="Century Gothic" w:hAnsi="Century Gothic" w:cs="Tahoma"/>
              </w:rPr>
              <w:t xml:space="preserve"> out of 2</w:t>
            </w:r>
            <w:r w:rsidR="000E0697">
              <w:rPr>
                <w:rFonts w:ascii="Century Gothic" w:hAnsi="Century Gothic" w:cs="Tahoma"/>
              </w:rPr>
              <w:t>0</w:t>
            </w:r>
            <w:r w:rsidRPr="005D37DE">
              <w:rPr>
                <w:rFonts w:ascii="Century Gothic" w:hAnsi="Century Gothic" w:cs="Tahoma"/>
              </w:rPr>
              <w:t xml:space="preserve"> as a percentage?</w:t>
            </w:r>
          </w:p>
        </w:tc>
      </w:tr>
      <w:tr w:rsidR="00C6765F" w:rsidRPr="00C240D5" w14:paraId="02717925" w14:textId="77777777" w:rsidTr="00F04FE3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</w:tcBorders>
          </w:tcPr>
          <w:p w14:paraId="7AFFEBD7" w14:textId="1F513E22" w:rsidR="00125C71" w:rsidRPr="005D37DE" w:rsidRDefault="00773E09" w:rsidP="005D37DE">
            <w:pPr>
              <w:spacing w:before="120" w:after="0"/>
              <w:rPr>
                <w:rFonts w:ascii="Century Gothic" w:hAnsi="Century Gothic"/>
              </w:rPr>
            </w:pPr>
            <w:r>
              <w:rPr>
                <w:rFonts w:ascii="Tahoma" w:eastAsiaTheme="minorEastAsia" w:hAnsi="Tahoma" w:cs="Tahoma"/>
                <w:noProof/>
                <w:lang w:eastAsia="en-GB"/>
              </w:rPr>
              <w:drawing>
                <wp:anchor distT="0" distB="0" distL="114300" distR="114300" simplePos="0" relativeHeight="251687936" behindDoc="0" locked="0" layoutInCell="1" allowOverlap="1" wp14:anchorId="0AC9543B" wp14:editId="2A03A06C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374457</wp:posOffset>
                  </wp:positionV>
                  <wp:extent cx="1175385" cy="890905"/>
                  <wp:effectExtent l="0" t="0" r="5715" b="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385" cy="890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23BE" w:rsidRPr="005D37DE">
              <w:rPr>
                <w:rFonts w:ascii="Century Gothic" w:eastAsiaTheme="minorEastAsia" w:hAnsi="Century Gothic" w:cs="Tahoma"/>
                <w:noProof/>
              </w:rPr>
              <w:t>Draw the plan view of this shape:</w:t>
            </w:r>
            <w:r w:rsidR="00F04FE3" w:rsidRPr="005D37DE">
              <w:rPr>
                <w:rFonts w:ascii="Century Gothic" w:eastAsiaTheme="minorEastAsia" w:hAnsi="Century Gothic" w:cs="Tahoma"/>
                <w:noProof/>
                <w:lang w:eastAsia="en-GB"/>
              </w:rPr>
              <w:t xml:space="preserve"> </w:t>
            </w:r>
          </w:p>
          <w:tbl>
            <w:tblPr>
              <w:tblStyle w:val="TableGrid"/>
              <w:tblW w:w="0" w:type="auto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</w:tblGrid>
            <w:tr w:rsidR="00125C71" w:rsidRPr="005D37DE" w14:paraId="014BA7B7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470791D7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0872ACF7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32623AA0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D6FDD1E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4782D5AA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125C71" w:rsidRPr="005D37DE" w14:paraId="551BCFA5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4E6DB97F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27228CF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094732D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A13675A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0570D804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125C71" w:rsidRPr="005D37DE" w14:paraId="43C8050A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26F9BDA4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5ED081B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015CD140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0D424C4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45936CF6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125C71" w:rsidRPr="005D37DE" w14:paraId="4714CD63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6B762B25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F621477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0B7F3F8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0C1749AA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471A6B1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125C71" w:rsidRPr="005D37DE" w14:paraId="0FD64A3F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041816D3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B30578C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89B66DB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CC5C6F5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4A6E9851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</w:tbl>
          <w:p w14:paraId="683B8A61" w14:textId="41F1F990" w:rsidR="000740DB" w:rsidRPr="005D37DE" w:rsidRDefault="000740DB" w:rsidP="005D37DE">
            <w:pPr>
              <w:spacing w:before="120" w:after="0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5D37DE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4)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</w:tcBorders>
          </w:tcPr>
          <w:p w14:paraId="4AFF0C44" w14:textId="08C7984B" w:rsidR="00C6765F" w:rsidRPr="005D37DE" w:rsidRDefault="00C6765F" w:rsidP="005D37DE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F04FE3" w:rsidRPr="005D37DE">
              <w:rPr>
                <w:rFonts w:ascii="Century Gothic" w:hAnsi="Century Gothic" w:cs="Tahoma"/>
                <w:noProof/>
                <w:lang w:eastAsia="en-GB"/>
              </w:rPr>
              <w:t>side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35867634" w14:textId="3F4D6452" w:rsidR="00C6765F" w:rsidRPr="005D37DE" w:rsidRDefault="00226299" w:rsidP="005D37DE">
            <w:pPr>
              <w:spacing w:before="120" w:after="0"/>
              <w:rPr>
                <w:rFonts w:ascii="Century Gothic" w:hAnsi="Century Gothic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170E65A7" wp14:editId="1E5E6334">
                  <wp:extent cx="1520190" cy="902335"/>
                  <wp:effectExtent l="0" t="0" r="381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190" cy="902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765F" w:rsidRPr="00C240D5" w14:paraId="3A800F6F" w14:textId="77777777" w:rsidTr="00C6765F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4848E7DA" w14:textId="77777777" w:rsidR="005D37DE" w:rsidRPr="005D37DE" w:rsidRDefault="005D37DE" w:rsidP="005D37DE">
            <w:pPr>
              <w:spacing w:before="120"/>
              <w:rPr>
                <w:rFonts w:ascii="Century Gothic" w:hAnsi="Century Gothic" w:cs="Tahoma"/>
              </w:rPr>
            </w:pPr>
            <w:r w:rsidRPr="005D37DE">
              <w:rPr>
                <w:rFonts w:ascii="Century Gothic" w:hAnsi="Century Gothic" w:cs="Tahoma"/>
              </w:rPr>
              <w:t>Expand and simplify</w:t>
            </w:r>
          </w:p>
          <w:p w14:paraId="2018A393" w14:textId="750FC057" w:rsidR="005D37DE" w:rsidRPr="005D37DE" w:rsidRDefault="005D37DE" w:rsidP="005D37DE">
            <w:pPr>
              <w:spacing w:before="120"/>
              <w:rPr>
                <w:rFonts w:ascii="Century Gothic" w:hAnsi="Century Gothic" w:cs="Tahom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ahoma"/>
                  </w:rPr>
                  <m:t xml:space="preserve">  </m:t>
                </m:r>
                <m:r>
                  <w:rPr>
                    <w:rFonts w:ascii="Cambria Math" w:hAnsi="Cambria Math" w:cs="Tahoma"/>
                  </w:rPr>
                  <m:t>(x+3)(x</m:t>
                </m:r>
                <m:r>
                  <w:rPr>
                    <w:rFonts w:ascii="Cambria Math" w:hAnsi="Cambria Math" w:cs="Tahoma"/>
                  </w:rPr>
                  <m:t>+</m:t>
                </m:r>
                <m:r>
                  <w:rPr>
                    <w:rFonts w:ascii="Cambria Math" w:hAnsi="Cambria Math" w:cs="Tahoma"/>
                  </w:rPr>
                  <m:t>6</m:t>
                </m:r>
                <m:r>
                  <w:rPr>
                    <w:rFonts w:ascii="Cambria Math" w:hAnsi="Cambria Math" w:cs="Tahoma"/>
                  </w:rPr>
                  <m:t>)</m:t>
                </m:r>
              </m:oMath>
            </m:oMathPara>
          </w:p>
          <w:p w14:paraId="6E7FDE4D" w14:textId="2000BA38" w:rsidR="00C6765F" w:rsidRPr="005D37DE" w:rsidRDefault="00C6765F" w:rsidP="005D37DE">
            <w:pPr>
              <w:spacing w:before="120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 </w:t>
            </w:r>
          </w:p>
        </w:tc>
      </w:tr>
    </w:tbl>
    <w:p w14:paraId="5DDCD8AF" w14:textId="66640A3E" w:rsidR="00525119" w:rsidRDefault="00666CDC" w:rsidP="00E20822">
      <w:pPr>
        <w:spacing w:after="120"/>
        <w:ind w:firstLine="720"/>
        <w:rPr>
          <w:rFonts w:ascii="Segoe Print" w:hAnsi="Segoe Print"/>
          <w:b/>
          <w:sz w:val="24"/>
        </w:rPr>
      </w:pPr>
      <w:r w:rsidRPr="005D37DE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76672" behindDoc="0" locked="0" layoutInCell="1" allowOverlap="1" wp14:anchorId="1C4C0152" wp14:editId="31F14961">
            <wp:simplePos x="0" y="0"/>
            <wp:positionH relativeFrom="column">
              <wp:posOffset>6054090</wp:posOffset>
            </wp:positionH>
            <wp:positionV relativeFrom="paragraph">
              <wp:posOffset>4066540</wp:posOffset>
            </wp:positionV>
            <wp:extent cx="572135" cy="401320"/>
            <wp:effectExtent l="0" t="0" r="0" b="508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11FDCA38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C6765F">
        <w:rPr>
          <w:rFonts w:ascii="Segoe Print" w:hAnsi="Segoe Print"/>
          <w:b/>
          <w:sz w:val="24"/>
        </w:rPr>
        <w:t>2</w:t>
      </w:r>
      <w:r w:rsidR="002A3B06">
        <w:rPr>
          <w:rFonts w:ascii="Segoe Print" w:hAnsi="Segoe Print"/>
          <w:b/>
          <w:sz w:val="24"/>
        </w:rPr>
        <w:t>1</w:t>
      </w:r>
      <w:r w:rsidR="00D51195" w:rsidRPr="0090117B">
        <w:rPr>
          <w:rFonts w:ascii="Segoe Print" w:hAnsi="Segoe Print"/>
          <w:b/>
          <w:sz w:val="24"/>
        </w:rPr>
        <w:t>.</w:t>
      </w:r>
      <w:r w:rsidR="00910254">
        <w:rPr>
          <w:rFonts w:ascii="Segoe Print" w:hAnsi="Segoe Print"/>
          <w:b/>
          <w:sz w:val="24"/>
        </w:rPr>
        <w:t>1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C7196B9" w14:textId="5A00C480" w:rsidR="00C6765F" w:rsidRDefault="00C6765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6B4D54EC" w14:textId="72083B4E" w:rsidR="000A63AF" w:rsidRDefault="000A63AF" w:rsidP="00666CDC">
      <w:pPr>
        <w:spacing w:after="120"/>
        <w:ind w:firstLine="720"/>
        <w:rPr>
          <w:rFonts w:ascii="Avenir Book" w:hAnsi="Avenir Book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5386"/>
        <w:gridCol w:w="425"/>
        <w:gridCol w:w="3969"/>
      </w:tblGrid>
      <w:tr w:rsidR="006B09E4" w:rsidRPr="000A63AF" w14:paraId="006DFACD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0F6BDAA0" w14:textId="77777777" w:rsidR="006B09E4" w:rsidRPr="00C240D5" w:rsidRDefault="006B09E4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5386" w:type="dxa"/>
            <w:tcBorders>
              <w:left w:val="nil"/>
            </w:tcBorders>
          </w:tcPr>
          <w:p w14:paraId="37AEEDB0" w14:textId="77777777" w:rsidR="006B09E4" w:rsidRDefault="006B09E4" w:rsidP="00E01254">
            <w:pPr>
              <w:spacing w:before="120"/>
              <w:rPr>
                <w:rFonts w:ascii="Century Gothic" w:hAnsi="Century Gothic" w:cs="Tahoma"/>
              </w:rPr>
            </w:pPr>
            <w:r w:rsidRPr="004209BA">
              <w:rPr>
                <w:rFonts w:ascii="Century Gothic" w:hAnsi="Century Gothic" w:cs="Tahoma"/>
              </w:rPr>
              <w:t xml:space="preserve">A drawing uses a scale of 1:500.  </w:t>
            </w:r>
          </w:p>
          <w:p w14:paraId="4CE1504E" w14:textId="77777777" w:rsidR="006B09E4" w:rsidRPr="004209BA" w:rsidRDefault="006B09E4" w:rsidP="00E01254">
            <w:pPr>
              <w:spacing w:before="120"/>
              <w:rPr>
                <w:rFonts w:ascii="Century Gothic" w:hAnsi="Century Gothic" w:cs="Tahoma"/>
              </w:rPr>
            </w:pPr>
            <w:r w:rsidRPr="004209BA">
              <w:rPr>
                <w:rFonts w:ascii="Century Gothic" w:hAnsi="Century Gothic" w:cs="Tahoma"/>
              </w:rPr>
              <w:t>How long would a length of 5cm on the drawing be in real life?</w:t>
            </w:r>
          </w:p>
        </w:tc>
        <w:tc>
          <w:tcPr>
            <w:tcW w:w="425" w:type="dxa"/>
            <w:tcBorders>
              <w:right w:val="nil"/>
            </w:tcBorders>
          </w:tcPr>
          <w:p w14:paraId="7AD2923B" w14:textId="77777777" w:rsidR="006B09E4" w:rsidRPr="005D37DE" w:rsidRDefault="006B09E4" w:rsidP="00E01254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2)</w:t>
            </w:r>
          </w:p>
        </w:tc>
        <w:tc>
          <w:tcPr>
            <w:tcW w:w="3969" w:type="dxa"/>
            <w:tcBorders>
              <w:left w:val="nil"/>
            </w:tcBorders>
          </w:tcPr>
          <w:p w14:paraId="7B40CFBA" w14:textId="77777777" w:rsidR="006B09E4" w:rsidRPr="005D37DE" w:rsidRDefault="006B09E4" w:rsidP="00E01254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5D37DE">
              <w:rPr>
                <w:rFonts w:ascii="Century Gothic" w:hAnsi="Century Gothic" w:cs="Tahoma"/>
              </w:rPr>
              <w:t xml:space="preserve">What is </w:t>
            </w:r>
            <w:r>
              <w:rPr>
                <w:rFonts w:ascii="Century Gothic" w:hAnsi="Century Gothic" w:cs="Tahoma"/>
              </w:rPr>
              <w:t>3</w:t>
            </w:r>
            <w:r w:rsidRPr="005D37DE">
              <w:rPr>
                <w:rFonts w:ascii="Century Gothic" w:hAnsi="Century Gothic" w:cs="Tahoma"/>
              </w:rPr>
              <w:t xml:space="preserve"> out of 2</w:t>
            </w:r>
            <w:r>
              <w:rPr>
                <w:rFonts w:ascii="Century Gothic" w:hAnsi="Century Gothic" w:cs="Tahoma"/>
              </w:rPr>
              <w:t>0</w:t>
            </w:r>
            <w:r w:rsidRPr="005D37DE">
              <w:rPr>
                <w:rFonts w:ascii="Century Gothic" w:hAnsi="Century Gothic" w:cs="Tahoma"/>
              </w:rPr>
              <w:t xml:space="preserve"> as a percentage?</w:t>
            </w:r>
          </w:p>
        </w:tc>
      </w:tr>
      <w:tr w:rsidR="006B09E4" w:rsidRPr="00C240D5" w14:paraId="3F8F3B38" w14:textId="77777777" w:rsidTr="00E0125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163B3110" w14:textId="77777777" w:rsidR="006B09E4" w:rsidRPr="00C240D5" w:rsidRDefault="006B09E4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</w:tcBorders>
          </w:tcPr>
          <w:p w14:paraId="77D5FB31" w14:textId="77777777" w:rsidR="006B09E4" w:rsidRPr="005D37DE" w:rsidRDefault="006B09E4" w:rsidP="00E01254">
            <w:pPr>
              <w:spacing w:before="120" w:after="0"/>
              <w:rPr>
                <w:rFonts w:ascii="Century Gothic" w:hAnsi="Century Gothic"/>
              </w:rPr>
            </w:pPr>
            <w:r>
              <w:rPr>
                <w:rFonts w:ascii="Tahoma" w:eastAsiaTheme="minorEastAsia" w:hAnsi="Tahoma" w:cs="Tahoma"/>
                <w:noProof/>
                <w:lang w:eastAsia="en-GB"/>
              </w:rPr>
              <w:drawing>
                <wp:anchor distT="0" distB="0" distL="114300" distR="114300" simplePos="0" relativeHeight="251693056" behindDoc="0" locked="0" layoutInCell="1" allowOverlap="1" wp14:anchorId="528C1B50" wp14:editId="6400B8B5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374457</wp:posOffset>
                  </wp:positionV>
                  <wp:extent cx="1175385" cy="890905"/>
                  <wp:effectExtent l="0" t="0" r="5715" b="0"/>
                  <wp:wrapSquare wrapText="bothSides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385" cy="890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37DE">
              <w:rPr>
                <w:rFonts w:ascii="Century Gothic" w:eastAsiaTheme="minorEastAsia" w:hAnsi="Century Gothic" w:cs="Tahoma"/>
                <w:noProof/>
              </w:rPr>
              <w:t>Draw the plan view of this shape:</w:t>
            </w:r>
            <w:r w:rsidRPr="005D37DE">
              <w:rPr>
                <w:rFonts w:ascii="Century Gothic" w:eastAsiaTheme="minorEastAsia" w:hAnsi="Century Gothic" w:cs="Tahoma"/>
                <w:noProof/>
                <w:lang w:eastAsia="en-GB"/>
              </w:rPr>
              <w:t xml:space="preserve"> </w:t>
            </w:r>
          </w:p>
          <w:tbl>
            <w:tblPr>
              <w:tblStyle w:val="TableGrid"/>
              <w:tblW w:w="0" w:type="auto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</w:tblGrid>
            <w:tr w:rsidR="006B09E4" w:rsidRPr="005D37DE" w14:paraId="5E2471E8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67127DF9" w14:textId="77777777" w:rsidR="006B09E4" w:rsidRPr="005D37DE" w:rsidRDefault="006B09E4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4B77A2BB" w14:textId="77777777" w:rsidR="006B09E4" w:rsidRPr="005D37DE" w:rsidRDefault="006B09E4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47AAC1A4" w14:textId="77777777" w:rsidR="006B09E4" w:rsidRPr="005D37DE" w:rsidRDefault="006B09E4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CD38505" w14:textId="77777777" w:rsidR="006B09E4" w:rsidRPr="005D37DE" w:rsidRDefault="006B09E4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9A305DA" w14:textId="77777777" w:rsidR="006B09E4" w:rsidRPr="005D37DE" w:rsidRDefault="006B09E4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6B09E4" w:rsidRPr="005D37DE" w14:paraId="1C1AF896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3732B8D5" w14:textId="77777777" w:rsidR="006B09E4" w:rsidRPr="005D37DE" w:rsidRDefault="006B09E4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FE99E45" w14:textId="77777777" w:rsidR="006B09E4" w:rsidRPr="005D37DE" w:rsidRDefault="006B09E4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30697D35" w14:textId="77777777" w:rsidR="006B09E4" w:rsidRPr="005D37DE" w:rsidRDefault="006B09E4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9F52050" w14:textId="77777777" w:rsidR="006B09E4" w:rsidRPr="005D37DE" w:rsidRDefault="006B09E4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BE57089" w14:textId="77777777" w:rsidR="006B09E4" w:rsidRPr="005D37DE" w:rsidRDefault="006B09E4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6B09E4" w:rsidRPr="005D37DE" w14:paraId="49BFCCE4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51BF4A8A" w14:textId="77777777" w:rsidR="006B09E4" w:rsidRPr="005D37DE" w:rsidRDefault="006B09E4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329B64E1" w14:textId="77777777" w:rsidR="006B09E4" w:rsidRPr="005D37DE" w:rsidRDefault="006B09E4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0E79CFED" w14:textId="77777777" w:rsidR="006B09E4" w:rsidRPr="005D37DE" w:rsidRDefault="006B09E4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22A75CF" w14:textId="77777777" w:rsidR="006B09E4" w:rsidRPr="005D37DE" w:rsidRDefault="006B09E4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1F687AC" w14:textId="77777777" w:rsidR="006B09E4" w:rsidRPr="005D37DE" w:rsidRDefault="006B09E4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6B09E4" w:rsidRPr="005D37DE" w14:paraId="252D788D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5E2426E2" w14:textId="77777777" w:rsidR="006B09E4" w:rsidRPr="005D37DE" w:rsidRDefault="006B09E4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BF4A70F" w14:textId="77777777" w:rsidR="006B09E4" w:rsidRPr="005D37DE" w:rsidRDefault="006B09E4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3B9C70F" w14:textId="77777777" w:rsidR="006B09E4" w:rsidRPr="005D37DE" w:rsidRDefault="006B09E4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91677C4" w14:textId="77777777" w:rsidR="006B09E4" w:rsidRPr="005D37DE" w:rsidRDefault="006B09E4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1DFD9AEF" w14:textId="77777777" w:rsidR="006B09E4" w:rsidRPr="005D37DE" w:rsidRDefault="006B09E4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6B09E4" w:rsidRPr="005D37DE" w14:paraId="7BD1AA65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5C7675C3" w14:textId="77777777" w:rsidR="006B09E4" w:rsidRPr="005D37DE" w:rsidRDefault="006B09E4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4790B10D" w14:textId="77777777" w:rsidR="006B09E4" w:rsidRPr="005D37DE" w:rsidRDefault="006B09E4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14E51931" w14:textId="77777777" w:rsidR="006B09E4" w:rsidRPr="005D37DE" w:rsidRDefault="006B09E4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34041BA2" w14:textId="77777777" w:rsidR="006B09E4" w:rsidRPr="005D37DE" w:rsidRDefault="006B09E4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1CA4DD7C" w14:textId="77777777" w:rsidR="006B09E4" w:rsidRPr="005D37DE" w:rsidRDefault="006B09E4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</w:tbl>
          <w:p w14:paraId="3582E86B" w14:textId="77777777" w:rsidR="006B09E4" w:rsidRPr="005D37DE" w:rsidRDefault="006B09E4" w:rsidP="00E01254">
            <w:pPr>
              <w:spacing w:before="120" w:after="0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7A1B10EE" w14:textId="77777777" w:rsidR="006B09E4" w:rsidRPr="005D37DE" w:rsidRDefault="006B09E4" w:rsidP="00E01254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4)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</w:tcBorders>
          </w:tcPr>
          <w:p w14:paraId="7B658646" w14:textId="77777777" w:rsidR="006B09E4" w:rsidRPr="005D37DE" w:rsidRDefault="006B09E4" w:rsidP="00E01254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>Work out the missing side.</w:t>
            </w:r>
          </w:p>
          <w:p w14:paraId="00DD298A" w14:textId="77777777" w:rsidR="006B09E4" w:rsidRPr="005D37DE" w:rsidRDefault="006B09E4" w:rsidP="00E01254">
            <w:pPr>
              <w:spacing w:before="120" w:after="0"/>
              <w:rPr>
                <w:rFonts w:ascii="Century Gothic" w:hAnsi="Century Gothic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0ABAE022" wp14:editId="3E352CCD">
                  <wp:extent cx="1520190" cy="902335"/>
                  <wp:effectExtent l="0" t="0" r="381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190" cy="902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09E4" w:rsidRPr="00C240D5" w14:paraId="5F53EC73" w14:textId="77777777" w:rsidTr="00E01254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74DFB400" w14:textId="77777777" w:rsidR="006B09E4" w:rsidRPr="00C240D5" w:rsidRDefault="006B09E4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45095571" w14:textId="77777777" w:rsidR="006B09E4" w:rsidRPr="005D37DE" w:rsidRDefault="006B09E4" w:rsidP="00E01254">
            <w:pPr>
              <w:spacing w:before="120"/>
              <w:rPr>
                <w:rFonts w:ascii="Century Gothic" w:hAnsi="Century Gothic" w:cs="Tahoma"/>
              </w:rPr>
            </w:pPr>
            <w:r w:rsidRPr="005D37DE">
              <w:rPr>
                <w:rFonts w:ascii="Century Gothic" w:hAnsi="Century Gothic" w:cs="Tahoma"/>
              </w:rPr>
              <w:t>Expand and simplify</w:t>
            </w:r>
          </w:p>
          <w:p w14:paraId="121FAA31" w14:textId="77777777" w:rsidR="006B09E4" w:rsidRPr="005D37DE" w:rsidRDefault="006B09E4" w:rsidP="00E01254">
            <w:pPr>
              <w:spacing w:before="120"/>
              <w:rPr>
                <w:rFonts w:ascii="Century Gothic" w:hAnsi="Century Gothic" w:cs="Tahom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ahoma"/>
                  </w:rPr>
                  <m:t xml:space="preserve">  (x+3)(x</m:t>
                </m:r>
                <m:r>
                  <w:rPr>
                    <w:rFonts w:ascii="Cambria Math" w:hAnsi="Cambria Math" w:cs="Tahoma"/>
                  </w:rPr>
                  <m:t>+</m:t>
                </m:r>
                <m:r>
                  <w:rPr>
                    <w:rFonts w:ascii="Cambria Math" w:hAnsi="Cambria Math" w:cs="Tahoma"/>
                  </w:rPr>
                  <m:t>6</m:t>
                </m:r>
                <m:r>
                  <w:rPr>
                    <w:rFonts w:ascii="Cambria Math" w:hAnsi="Cambria Math" w:cs="Tahoma"/>
                  </w:rPr>
                  <m:t>)</m:t>
                </m:r>
              </m:oMath>
            </m:oMathPara>
          </w:p>
          <w:p w14:paraId="63D0E0FB" w14:textId="77777777" w:rsidR="006B09E4" w:rsidRPr="005D37DE" w:rsidRDefault="006B09E4" w:rsidP="00E01254">
            <w:pPr>
              <w:spacing w:before="120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 </w:t>
            </w:r>
          </w:p>
        </w:tc>
      </w:tr>
    </w:tbl>
    <w:p w14:paraId="31A2EDDE" w14:textId="77777777" w:rsidR="006B09E4" w:rsidRDefault="006B09E4" w:rsidP="006B09E4">
      <w:pPr>
        <w:spacing w:after="120"/>
        <w:ind w:firstLine="720"/>
        <w:rPr>
          <w:rFonts w:ascii="Segoe Print" w:hAnsi="Segoe Print"/>
          <w:b/>
          <w:sz w:val="24"/>
        </w:rPr>
      </w:pPr>
      <w:r w:rsidRPr="005D37DE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92032" behindDoc="0" locked="0" layoutInCell="1" allowOverlap="1" wp14:anchorId="19049402" wp14:editId="5FAEDAE7">
            <wp:simplePos x="0" y="0"/>
            <wp:positionH relativeFrom="column">
              <wp:posOffset>6054090</wp:posOffset>
            </wp:positionH>
            <wp:positionV relativeFrom="paragraph">
              <wp:posOffset>4066540</wp:posOffset>
            </wp:positionV>
            <wp:extent cx="572135" cy="401320"/>
            <wp:effectExtent l="0" t="0" r="0" b="508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1008" behindDoc="0" locked="0" layoutInCell="1" allowOverlap="1" wp14:anchorId="5210C960" wp14:editId="690A5292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27" name="Picture 27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9984" behindDoc="0" locked="0" layoutInCell="1" allowOverlap="1" wp14:anchorId="4C0E9E0E" wp14:editId="67D251F4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28" name="Picture 2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21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1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40D80C82" w14:textId="77777777" w:rsidR="00666CDC" w:rsidRDefault="00666CDC" w:rsidP="00666CDC">
      <w:pPr>
        <w:spacing w:after="120"/>
        <w:ind w:firstLine="72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p w14:paraId="10BFCF5C" w14:textId="77777777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sectPr w:rsidR="007E2C1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740DB"/>
    <w:rsid w:val="000A43CA"/>
    <w:rsid w:val="000A63AF"/>
    <w:rsid w:val="000E0697"/>
    <w:rsid w:val="00125C71"/>
    <w:rsid w:val="00134363"/>
    <w:rsid w:val="001826A9"/>
    <w:rsid w:val="00213C21"/>
    <w:rsid w:val="00226299"/>
    <w:rsid w:val="002A3B06"/>
    <w:rsid w:val="002D5D86"/>
    <w:rsid w:val="00333535"/>
    <w:rsid w:val="00344342"/>
    <w:rsid w:val="003F51D8"/>
    <w:rsid w:val="004209BA"/>
    <w:rsid w:val="0050136B"/>
    <w:rsid w:val="00505FC9"/>
    <w:rsid w:val="00525119"/>
    <w:rsid w:val="005D37DE"/>
    <w:rsid w:val="0064471D"/>
    <w:rsid w:val="00666CDC"/>
    <w:rsid w:val="006B09E4"/>
    <w:rsid w:val="00705472"/>
    <w:rsid w:val="00773E09"/>
    <w:rsid w:val="007B4226"/>
    <w:rsid w:val="007E2C1A"/>
    <w:rsid w:val="0090117B"/>
    <w:rsid w:val="0090585D"/>
    <w:rsid w:val="00910254"/>
    <w:rsid w:val="0099142F"/>
    <w:rsid w:val="00AD3C1A"/>
    <w:rsid w:val="00B40DC9"/>
    <w:rsid w:val="00BE7AC9"/>
    <w:rsid w:val="00C240D5"/>
    <w:rsid w:val="00C41860"/>
    <w:rsid w:val="00C6765F"/>
    <w:rsid w:val="00D51195"/>
    <w:rsid w:val="00D723BE"/>
    <w:rsid w:val="00DB511B"/>
    <w:rsid w:val="00E20822"/>
    <w:rsid w:val="00E7749A"/>
    <w:rsid w:val="00E86E18"/>
    <w:rsid w:val="00EA0CA1"/>
    <w:rsid w:val="00EC4CCA"/>
    <w:rsid w:val="00F04FE3"/>
    <w:rsid w:val="00F56967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8</cp:revision>
  <cp:lastPrinted>2019-03-04T10:36:00Z</cp:lastPrinted>
  <dcterms:created xsi:type="dcterms:W3CDTF">2019-03-04T10:37:00Z</dcterms:created>
  <dcterms:modified xsi:type="dcterms:W3CDTF">2019-03-04T10:38:00Z</dcterms:modified>
</cp:coreProperties>
</file>